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9A85653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4A336C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4A336C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6A743604" w14:textId="111ECF53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4A336C">
        <w:rPr>
          <w:rFonts w:ascii="Corbel" w:hAnsi="Corbel"/>
        </w:rPr>
        <w:t>3</w:t>
      </w:r>
      <w:r w:rsidR="00182C9E" w:rsidRPr="006F6B94">
        <w:rPr>
          <w:rFonts w:ascii="Corbel" w:hAnsi="Corbel"/>
        </w:rPr>
        <w:t>/202</w:t>
      </w:r>
      <w:r w:rsidR="004A336C">
        <w:rPr>
          <w:rFonts w:ascii="Corbel" w:hAnsi="Corbel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C100B" w:rsidR="0085747A" w:rsidRPr="00F7664E" w:rsidRDefault="00F7664E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664E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DA6E07" w:rsidR="00015B8F" w:rsidRPr="009C54AE" w:rsidRDefault="00F76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05E70">
        <w:rPr>
          <w:rStyle w:val="normaltextrun"/>
          <w:rFonts w:ascii="Corbel" w:hAnsi="Corbel" w:cs="Segoe UI"/>
        </w:rPr>
        <w:sym w:font="Wingdings" w:char="F0FE"/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08C6BE08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6268FD12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4A226C01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0E48B74F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08055181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5F7615CF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4CDC2870" w:rsidR="003B4687" w:rsidRPr="006650A6" w:rsidRDefault="00F7664E" w:rsidP="00F7664E">
            <w:pPr>
              <w:spacing w:after="0" w:line="240" w:lineRule="auto"/>
              <w:jc w:val="center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869B577" w:rsidR="0085747A" w:rsidRPr="009C54AE" w:rsidRDefault="00F7664E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CB237ED" w:rsidR="00C61DC5" w:rsidRPr="009C54AE" w:rsidRDefault="00F7664E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374A6" w14:textId="77777777" w:rsidR="008363C0" w:rsidRDefault="008363C0" w:rsidP="00C16ABF">
      <w:pPr>
        <w:spacing w:after="0" w:line="240" w:lineRule="auto"/>
      </w:pPr>
      <w:r>
        <w:separator/>
      </w:r>
    </w:p>
  </w:endnote>
  <w:endnote w:type="continuationSeparator" w:id="0">
    <w:p w14:paraId="50F5D463" w14:textId="77777777" w:rsidR="008363C0" w:rsidRDefault="008363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DE16F" w14:textId="77777777" w:rsidR="008363C0" w:rsidRDefault="008363C0" w:rsidP="00C16ABF">
      <w:pPr>
        <w:spacing w:after="0" w:line="240" w:lineRule="auto"/>
      </w:pPr>
      <w:r>
        <w:separator/>
      </w:r>
    </w:p>
  </w:footnote>
  <w:footnote w:type="continuationSeparator" w:id="0">
    <w:p w14:paraId="5A8F3234" w14:textId="77777777" w:rsidR="008363C0" w:rsidRDefault="008363C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36C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0BF3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3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664E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7BB2AF-7EDC-4D09-9752-4D5FB95A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1044</Words>
  <Characters>6266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2020-10-14T07:56:00Z</dcterms:created>
  <dcterms:modified xsi:type="dcterms:W3CDTF">2021-09-03T10:40:00Z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